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316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EC60B8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>
        <w:rPr>
          <w:rFonts w:ascii="Arial" w:hAnsi="Arial"/>
        </w:rPr>
        <w:t>, voor montage op de wastafel</w:t>
      </w:r>
    </w:p>
    <w:p w14:paraId="0EB4800E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3DA14D03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plaatje </w:t>
      </w:r>
      <w:r>
        <w:rPr>
          <w:rFonts w:ascii="Arial" w:hAnsi="Arial"/>
        </w:rPr>
        <w:t>afgedekt</w:t>
      </w:r>
    </w:p>
    <w:p w14:paraId="70144135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54167548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7C9E1BB3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899AC5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A7591C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2B67132E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2C579DE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3851B11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310370BC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6C08AAAB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388622D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422B1C28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0AE41322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34269AED" w14:textId="77777777" w:rsidTr="00145383">
        <w:tc>
          <w:tcPr>
            <w:tcW w:w="9663" w:type="dxa"/>
          </w:tcPr>
          <w:p w14:paraId="6ABEC8B4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7F63D4F2" w14:textId="77777777" w:rsidTr="00145383">
        <w:tc>
          <w:tcPr>
            <w:tcW w:w="9663" w:type="dxa"/>
          </w:tcPr>
          <w:p w14:paraId="48124167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FF78407" w14:textId="77777777" w:rsidTr="00145383">
        <w:tc>
          <w:tcPr>
            <w:tcW w:w="9663" w:type="dxa"/>
          </w:tcPr>
          <w:p w14:paraId="33ED418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5EEBEC3B" w14:textId="77777777" w:rsidTr="00145383">
        <w:tc>
          <w:tcPr>
            <w:tcW w:w="9663" w:type="dxa"/>
          </w:tcPr>
          <w:p w14:paraId="4590CBEC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1BD288EC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DB9861" w14:textId="77777777" w:rsidR="00E301FE" w:rsidRDefault="00E301FE">
      <w:r>
        <w:br w:type="page"/>
      </w:r>
    </w:p>
    <w:p w14:paraId="6171A87D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9082D7B" w14:textId="77777777" w:rsidTr="00CC06A5">
        <w:trPr>
          <w:trHeight w:val="80"/>
        </w:trPr>
        <w:tc>
          <w:tcPr>
            <w:tcW w:w="3685" w:type="dxa"/>
          </w:tcPr>
          <w:p w14:paraId="6059A8F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6AB2DDB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AF1CB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065E33AA" w14:textId="77777777" w:rsidTr="00CC06A5">
        <w:tc>
          <w:tcPr>
            <w:tcW w:w="3685" w:type="dxa"/>
          </w:tcPr>
          <w:p w14:paraId="29C5AD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F9E4EA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3C7B9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6CADB18" w14:textId="77777777" w:rsidTr="00CC06A5">
        <w:tc>
          <w:tcPr>
            <w:tcW w:w="3685" w:type="dxa"/>
          </w:tcPr>
          <w:p w14:paraId="66F0B2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AEEB717" w14:textId="77777777" w:rsidR="00E301FE" w:rsidRPr="002A1799" w:rsidRDefault="00E301FE" w:rsidP="00CC06A5"/>
        </w:tc>
        <w:tc>
          <w:tcPr>
            <w:tcW w:w="4961" w:type="dxa"/>
          </w:tcPr>
          <w:p w14:paraId="72F2C7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1796907C" w14:textId="77777777" w:rsidTr="00CC06A5">
        <w:tc>
          <w:tcPr>
            <w:tcW w:w="3685" w:type="dxa"/>
          </w:tcPr>
          <w:p w14:paraId="0F44095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0278F2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8AC5DC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43DDAF24" w14:textId="77777777" w:rsidTr="00CC06A5">
        <w:tc>
          <w:tcPr>
            <w:tcW w:w="3685" w:type="dxa"/>
          </w:tcPr>
          <w:p w14:paraId="06319BD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383398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E746F4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49C4C304" w14:textId="77777777" w:rsidTr="00CC06A5">
        <w:tc>
          <w:tcPr>
            <w:tcW w:w="3685" w:type="dxa"/>
          </w:tcPr>
          <w:p w14:paraId="2A94C2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27F010F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FC6D42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0B06AAD" w14:textId="77777777" w:rsidTr="00CC06A5">
        <w:tc>
          <w:tcPr>
            <w:tcW w:w="3685" w:type="dxa"/>
          </w:tcPr>
          <w:p w14:paraId="1C7A3FC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8EE830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25581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08D89925" w14:textId="77777777" w:rsidTr="00CC06A5">
        <w:tc>
          <w:tcPr>
            <w:tcW w:w="3685" w:type="dxa"/>
          </w:tcPr>
          <w:p w14:paraId="6AF95B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B2F39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BF24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647135D3" w14:textId="77777777" w:rsidTr="00CC06A5">
        <w:tc>
          <w:tcPr>
            <w:tcW w:w="3685" w:type="dxa"/>
          </w:tcPr>
          <w:p w14:paraId="7877CD8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155B0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95246C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2ADBED21" w14:textId="77777777" w:rsidTr="00CC06A5">
        <w:tc>
          <w:tcPr>
            <w:tcW w:w="3685" w:type="dxa"/>
          </w:tcPr>
          <w:p w14:paraId="662AC6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11FDD2B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189B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9F8C1D3" w14:textId="77777777" w:rsidTr="00CC06A5">
        <w:tc>
          <w:tcPr>
            <w:tcW w:w="3685" w:type="dxa"/>
          </w:tcPr>
          <w:p w14:paraId="5224C68E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E21EE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8C99F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7308AB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45E712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40BE62B3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2D139A0C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2DD399A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F7BB36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9D5E088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0993A0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5E7156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F82B" w14:textId="77777777" w:rsidR="00D343C7" w:rsidRDefault="00D343C7">
      <w:r>
        <w:separator/>
      </w:r>
    </w:p>
  </w:endnote>
  <w:endnote w:type="continuationSeparator" w:id="0">
    <w:p w14:paraId="670E5A83" w14:textId="77777777" w:rsidR="00D343C7" w:rsidRDefault="00D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D2CB9" w14:textId="77777777" w:rsidR="003D1E2D" w:rsidRDefault="003D1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609CC0F2" w14:textId="77777777">
      <w:tc>
        <w:tcPr>
          <w:tcW w:w="3392" w:type="dxa"/>
        </w:tcPr>
        <w:p w14:paraId="02B7C2C1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B70E4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FAB7B0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8A2DD3A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6BA" w14:textId="77777777" w:rsidR="003D1E2D" w:rsidRDefault="003D1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92CA" w14:textId="77777777" w:rsidR="00D343C7" w:rsidRDefault="00D343C7">
      <w:r>
        <w:separator/>
      </w:r>
    </w:p>
  </w:footnote>
  <w:footnote w:type="continuationSeparator" w:id="0">
    <w:p w14:paraId="5D9DCB6A" w14:textId="77777777" w:rsidR="00D343C7" w:rsidRDefault="00D3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EF03A" w14:textId="77777777" w:rsidR="003D1E2D" w:rsidRDefault="003D1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5EE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CDBFC4A" wp14:editId="5E6A6C8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F98BE2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DE77E0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>
      <w:rPr>
        <w:rFonts w:ascii="Arial" w:hAnsi="Arial"/>
        <w:b/>
      </w:rPr>
      <w:t>zonder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413F" w14:textId="77777777" w:rsidR="003D1E2D" w:rsidRDefault="003D1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9583604">
    <w:abstractNumId w:val="16"/>
  </w:num>
  <w:num w:numId="2" w16cid:durableId="661784499">
    <w:abstractNumId w:val="22"/>
  </w:num>
  <w:num w:numId="3" w16cid:durableId="1681661086">
    <w:abstractNumId w:val="4"/>
  </w:num>
  <w:num w:numId="4" w16cid:durableId="613438093">
    <w:abstractNumId w:val="3"/>
  </w:num>
  <w:num w:numId="5" w16cid:durableId="907425149">
    <w:abstractNumId w:val="13"/>
  </w:num>
  <w:num w:numId="6" w16cid:durableId="236861891">
    <w:abstractNumId w:val="15"/>
  </w:num>
  <w:num w:numId="7" w16cid:durableId="1971280555">
    <w:abstractNumId w:val="6"/>
  </w:num>
  <w:num w:numId="8" w16cid:durableId="1648318981">
    <w:abstractNumId w:val="19"/>
  </w:num>
  <w:num w:numId="9" w16cid:durableId="1541818773">
    <w:abstractNumId w:val="25"/>
  </w:num>
  <w:num w:numId="10" w16cid:durableId="1487014935">
    <w:abstractNumId w:val="2"/>
  </w:num>
  <w:num w:numId="11" w16cid:durableId="2075739510">
    <w:abstractNumId w:val="12"/>
  </w:num>
  <w:num w:numId="12" w16cid:durableId="652685411">
    <w:abstractNumId w:val="11"/>
  </w:num>
  <w:num w:numId="13" w16cid:durableId="1455752782">
    <w:abstractNumId w:val="24"/>
  </w:num>
  <w:num w:numId="14" w16cid:durableId="1964533816">
    <w:abstractNumId w:val="7"/>
  </w:num>
  <w:num w:numId="15" w16cid:durableId="1490554713">
    <w:abstractNumId w:val="0"/>
  </w:num>
  <w:num w:numId="16" w16cid:durableId="451166313">
    <w:abstractNumId w:val="10"/>
  </w:num>
  <w:num w:numId="17" w16cid:durableId="602346082">
    <w:abstractNumId w:val="5"/>
  </w:num>
  <w:num w:numId="18" w16cid:durableId="1809275028">
    <w:abstractNumId w:val="20"/>
  </w:num>
  <w:num w:numId="19" w16cid:durableId="1986885954">
    <w:abstractNumId w:val="21"/>
  </w:num>
  <w:num w:numId="20" w16cid:durableId="407113126">
    <w:abstractNumId w:val="18"/>
  </w:num>
  <w:num w:numId="21" w16cid:durableId="538057876">
    <w:abstractNumId w:val="17"/>
  </w:num>
  <w:num w:numId="22" w16cid:durableId="755588721">
    <w:abstractNumId w:val="14"/>
  </w:num>
  <w:num w:numId="23" w16cid:durableId="1223296148">
    <w:abstractNumId w:val="23"/>
  </w:num>
  <w:num w:numId="24" w16cid:durableId="1466242397">
    <w:abstractNumId w:val="8"/>
  </w:num>
  <w:num w:numId="25" w16cid:durableId="379784932">
    <w:abstractNumId w:val="9"/>
  </w:num>
  <w:num w:numId="26" w16cid:durableId="459223074">
    <w:abstractNumId w:val="1"/>
  </w:num>
  <w:num w:numId="27" w16cid:durableId="6588464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0DA5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31D1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9D5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3C7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77E0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C0E10E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9138C3-277D-4687-BAF9-D49276218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A67041-D88A-4B96-A7F4-3A18210A80AA}"/>
</file>

<file path=customXml/itemProps3.xml><?xml version="1.0" encoding="utf-8"?>
<ds:datastoreItem xmlns:ds="http://schemas.openxmlformats.org/officeDocument/2006/customXml" ds:itemID="{1F8E8A9E-24E7-4D69-B1C5-74F1E742F6FD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276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2021-01-29T09:41:00Z</dcterms:created>
  <dcterms:modified xsi:type="dcterms:W3CDTF">2023-12-22T07:29:00Z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